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CE794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AA9FA2F" wp14:editId="55EF9A24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941B854" w14:textId="5D6556D3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8C10D7">
                                      <w:rPr>
                                        <w:rStyle w:val="Style2"/>
                                      </w:rPr>
                                      <w:t>50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2A3411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A9FA2F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6941B854" w14:textId="5D6556D3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A73149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A73149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8C10D7">
                                <w:rPr>
                                  <w:rStyle w:val="Style2"/>
                                </w:rPr>
                                <w:t>50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2C2A3411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F93257" wp14:editId="6A0D1695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CBAF6" w14:textId="77777777" w:rsidR="002E1412" w:rsidRPr="002E1412" w:rsidRDefault="008C10D7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93257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" stroked="f">
                <v:textbox>
                  <w:txbxContent>
                    <w:p w14:paraId="591CBAF6" w14:textId="77777777" w:rsidR="002E1412" w:rsidRPr="002E1412" w:rsidRDefault="00E35F6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13285050" wp14:editId="0C9DBC0C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A43C791" wp14:editId="354BC9C9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F447FB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3C791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52F447FB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890221" wp14:editId="5B8554FF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6FE173B7" w14:textId="12A7237F" w:rsidR="00BC61BD" w:rsidRPr="00BC61BD" w:rsidRDefault="00E35F6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E35F62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1097A8E" wp14:editId="1A178E33">
                                      <wp:extent cx="936345" cy="880409"/>
                                      <wp:effectExtent l="0" t="0" r="0" b="0"/>
                                      <wp:docPr id="1285509778" name="Imagen 1285509778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285509778" name="Imagen 1285509778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025108" cy="96386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90221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6FE173B7" w14:textId="12A7237F" w:rsidR="00BC61BD" w:rsidRPr="00BC61BD" w:rsidRDefault="00E35F62">
                          <w:pPr>
                            <w:rPr>
                              <w:lang w:val="en-US"/>
                            </w:rPr>
                          </w:pPr>
                          <w:r w:rsidRPr="00E35F62">
                            <w:drawing>
                              <wp:inline distT="0" distB="0" distL="0" distR="0" wp14:anchorId="31097A8E" wp14:editId="1A178E33">
                                <wp:extent cx="936345" cy="880409"/>
                                <wp:effectExtent l="0" t="0" r="0" b="0"/>
                                <wp:docPr id="1285509778" name="Imagen 1285509778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285509778" name="Imagen 1285509778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25108" cy="96386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1C2CDFBA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4A0DE60" wp14:editId="3A7FEC75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C4081" w14:textId="77777777" w:rsidR="00F7443C" w:rsidRPr="004767CC" w:rsidRDefault="008C10D7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0DE60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" stroked="f">
                <v:textbox>
                  <w:txbxContent>
                    <w:p w14:paraId="0F8C4081" w14:textId="77777777" w:rsidR="00F7443C" w:rsidRPr="004767CC" w:rsidRDefault="00E35F6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9F0757" wp14:editId="67E96F57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A14EC" w14:textId="7AB4626E" w:rsidR="0026335F" w:rsidRPr="0026335F" w:rsidRDefault="008C10D7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showingPlcHdr/>
                                <w:date w:fullDate="2025-04-01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8D1FE7">
                                  <w:rPr>
                                    <w:rStyle w:val="Style5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F0757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388A14EC" w14:textId="7AB4626E" w:rsidR="0026335F" w:rsidRPr="0026335F" w:rsidRDefault="008D1FE7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showingPlcHdr/>
                          <w:date w:fullDate="2025-04-01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08F9693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615B8A" wp14:editId="0F016513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5D63CE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15B8A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655D63CE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0641F662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1F903B2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7B391D87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592EC6C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28BC256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76AB507B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253B669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2DC461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077A9F67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7DE71D73" w14:textId="77777777" w:rsidTr="00A24343">
        <w:trPr>
          <w:trHeight w:val="457"/>
          <w:jc w:val="center"/>
        </w:trPr>
        <w:tc>
          <w:tcPr>
            <w:tcW w:w="849" w:type="dxa"/>
          </w:tcPr>
          <w:p w14:paraId="2B95B76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29AA1E9F" w14:textId="77777777" w:rsidR="0037246F" w:rsidRDefault="0037246F" w:rsidP="00BB657B">
            <w:pPr>
              <w:spacing w:after="0" w:line="240" w:lineRule="auto"/>
            </w:pPr>
          </w:p>
          <w:p w14:paraId="7E658D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8F936D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BB9758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4DD8D7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4288B9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2345D2C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F18FF15" w14:textId="77777777" w:rsidTr="00A24343">
        <w:trPr>
          <w:trHeight w:val="477"/>
          <w:jc w:val="center"/>
        </w:trPr>
        <w:tc>
          <w:tcPr>
            <w:tcW w:w="849" w:type="dxa"/>
          </w:tcPr>
          <w:p w14:paraId="2661B50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D6A5E8E" w14:textId="77777777" w:rsidR="0037246F" w:rsidRDefault="0037246F" w:rsidP="00BB657B">
            <w:pPr>
              <w:spacing w:after="0" w:line="240" w:lineRule="auto"/>
            </w:pPr>
          </w:p>
          <w:p w14:paraId="44BA29F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4E9451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40C8B6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04DA9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E5AD9B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E604A8D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1688FF5" w14:textId="77777777" w:rsidTr="00A24343">
        <w:trPr>
          <w:trHeight w:val="477"/>
          <w:jc w:val="center"/>
        </w:trPr>
        <w:tc>
          <w:tcPr>
            <w:tcW w:w="849" w:type="dxa"/>
          </w:tcPr>
          <w:p w14:paraId="6CFE85C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B5EB8CB" w14:textId="77777777" w:rsidR="0037246F" w:rsidRDefault="0037246F" w:rsidP="00BB657B">
            <w:pPr>
              <w:spacing w:after="0" w:line="240" w:lineRule="auto"/>
            </w:pPr>
          </w:p>
          <w:p w14:paraId="7BE4490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FD30A3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E3C4E2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A8FFEF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1355C2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71CA812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648E1FDC" w14:textId="77777777" w:rsidTr="00A24343">
        <w:trPr>
          <w:trHeight w:val="477"/>
          <w:jc w:val="center"/>
        </w:trPr>
        <w:tc>
          <w:tcPr>
            <w:tcW w:w="849" w:type="dxa"/>
          </w:tcPr>
          <w:p w14:paraId="1367868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5A1427D" w14:textId="77777777" w:rsidR="0037246F" w:rsidRDefault="0037246F" w:rsidP="00BB657B">
            <w:pPr>
              <w:spacing w:after="0" w:line="240" w:lineRule="auto"/>
            </w:pPr>
          </w:p>
          <w:p w14:paraId="16806D8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7F6D61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381235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C350C9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A316DE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551F76E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098CC55" w14:textId="77777777" w:rsidTr="00A24343">
        <w:trPr>
          <w:trHeight w:val="477"/>
          <w:jc w:val="center"/>
        </w:trPr>
        <w:tc>
          <w:tcPr>
            <w:tcW w:w="849" w:type="dxa"/>
          </w:tcPr>
          <w:p w14:paraId="3B6920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4B033ADB" w14:textId="77777777" w:rsidR="0037246F" w:rsidRDefault="0037246F" w:rsidP="00BB657B">
            <w:pPr>
              <w:spacing w:after="0" w:line="240" w:lineRule="auto"/>
            </w:pPr>
          </w:p>
          <w:p w14:paraId="55F5B05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7B9A3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9D896F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5251B5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B9596C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4C5BAB6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1ADF4C9B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40E3A827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78B6C0BF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160D64C3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038A9FE4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7824AF8A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326F2670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6D226057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AD6D8A6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7F4239A2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8F3643" wp14:editId="68217BB2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ED429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F3643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5F4ED429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452D4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2F16A44E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ACEA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6DDFAB5" wp14:editId="4CE7D482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EB6CF6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4C00963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634E3A6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6DDFAB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5AEB6CF6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4C00963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634E3A6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3B91408F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D0687F" wp14:editId="7A45D834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A1FA7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D0687F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74DA1FA7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4E668697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4843DB2" wp14:editId="403FCAC7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4E462420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86163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501D7AEF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6A530A75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0EC5265D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03B43"/>
    <w:rsid w:val="00034DD9"/>
    <w:rsid w:val="0004316E"/>
    <w:rsid w:val="000B0097"/>
    <w:rsid w:val="001007E7"/>
    <w:rsid w:val="001020C0"/>
    <w:rsid w:val="00123B8D"/>
    <w:rsid w:val="00130425"/>
    <w:rsid w:val="0014583E"/>
    <w:rsid w:val="00157600"/>
    <w:rsid w:val="00170EC5"/>
    <w:rsid w:val="00194FF2"/>
    <w:rsid w:val="001A3338"/>
    <w:rsid w:val="001F73A7"/>
    <w:rsid w:val="00200073"/>
    <w:rsid w:val="00253DBA"/>
    <w:rsid w:val="0026335F"/>
    <w:rsid w:val="00284546"/>
    <w:rsid w:val="002860A4"/>
    <w:rsid w:val="002971F5"/>
    <w:rsid w:val="002C4A7E"/>
    <w:rsid w:val="002E1412"/>
    <w:rsid w:val="00314023"/>
    <w:rsid w:val="0031441A"/>
    <w:rsid w:val="00337AF7"/>
    <w:rsid w:val="00351DE8"/>
    <w:rsid w:val="0037246F"/>
    <w:rsid w:val="003824D6"/>
    <w:rsid w:val="003A4539"/>
    <w:rsid w:val="003B29C3"/>
    <w:rsid w:val="003B38E0"/>
    <w:rsid w:val="00403697"/>
    <w:rsid w:val="004122DB"/>
    <w:rsid w:val="0042490F"/>
    <w:rsid w:val="00466B9C"/>
    <w:rsid w:val="004767CC"/>
    <w:rsid w:val="0049643D"/>
    <w:rsid w:val="004C4743"/>
    <w:rsid w:val="004E4F9F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80880"/>
    <w:rsid w:val="007B4164"/>
    <w:rsid w:val="007B6F6F"/>
    <w:rsid w:val="007C7580"/>
    <w:rsid w:val="00810515"/>
    <w:rsid w:val="0083342F"/>
    <w:rsid w:val="00841F19"/>
    <w:rsid w:val="00854B4F"/>
    <w:rsid w:val="008B3AE5"/>
    <w:rsid w:val="008C10D7"/>
    <w:rsid w:val="008D0E02"/>
    <w:rsid w:val="008D1FE7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51BB3"/>
    <w:rsid w:val="00A640BD"/>
    <w:rsid w:val="00A73149"/>
    <w:rsid w:val="00A86BE9"/>
    <w:rsid w:val="00AB4966"/>
    <w:rsid w:val="00AB4D47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D1DC7"/>
    <w:rsid w:val="00BE4FB0"/>
    <w:rsid w:val="00BF1AD5"/>
    <w:rsid w:val="00C66D08"/>
    <w:rsid w:val="00C77672"/>
    <w:rsid w:val="00CA3510"/>
    <w:rsid w:val="00CA4661"/>
    <w:rsid w:val="00CC081D"/>
    <w:rsid w:val="00CE67A3"/>
    <w:rsid w:val="00D24FA7"/>
    <w:rsid w:val="00D64696"/>
    <w:rsid w:val="00D90D49"/>
    <w:rsid w:val="00D94CF9"/>
    <w:rsid w:val="00DC5D96"/>
    <w:rsid w:val="00DD4F3E"/>
    <w:rsid w:val="00E13E55"/>
    <w:rsid w:val="00E31D51"/>
    <w:rsid w:val="00E3360B"/>
    <w:rsid w:val="00E35F62"/>
    <w:rsid w:val="00E50BF6"/>
    <w:rsid w:val="00E55DFF"/>
    <w:rsid w:val="00E66D8A"/>
    <w:rsid w:val="00E774E3"/>
    <w:rsid w:val="00E77D7B"/>
    <w:rsid w:val="00E96AEE"/>
    <w:rsid w:val="00E96D05"/>
    <w:rsid w:val="00EA7406"/>
    <w:rsid w:val="00EB128A"/>
    <w:rsid w:val="00EE4B11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;"/>
  <w14:docId w14:val="19A5B6C2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3E84F-D026-474A-8F8B-F5158551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3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Joaquina Arias de León</cp:lastModifiedBy>
  <cp:revision>7</cp:revision>
  <cp:lastPrinted>2011-03-04T18:27:00Z</cp:lastPrinted>
  <dcterms:created xsi:type="dcterms:W3CDTF">2025-04-01T14:14:00Z</dcterms:created>
  <dcterms:modified xsi:type="dcterms:W3CDTF">2025-09-25T12:34:00Z</dcterms:modified>
</cp:coreProperties>
</file>